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C7B" w:rsidRDefault="00BB037B" w:rsidP="00312D11">
      <w:pPr>
        <w:pStyle w:val="Titul1"/>
      </w:pPr>
      <w:r>
        <w:t>Dopis nabídky</w:t>
      </w:r>
    </w:p>
    <w:p w:rsidR="005D68B0" w:rsidRPr="005D68B0" w:rsidRDefault="00BB037B" w:rsidP="005D68B0">
      <w:pPr>
        <w:pStyle w:val="Titul2"/>
      </w:pPr>
      <w:r w:rsidRPr="00B27893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>
          <w:rPr>
            <w:rStyle w:val="Standardnpsmoodstavce"/>
          </w:rPr>
        </w:sdtEndPr>
        <w:sdtContent>
          <w:r w:rsidR="005D68B0" w:rsidRPr="00B27893">
            <w:rPr>
              <w:rStyle w:val="Nzevakce"/>
              <w:b/>
            </w:rPr>
            <w:t>„</w:t>
          </w:r>
          <w:r w:rsidR="00B27893" w:rsidRPr="00B27893">
            <w:rPr>
              <w:rStyle w:val="Nzevakce"/>
              <w:b/>
            </w:rPr>
            <w:t xml:space="preserve">Zvýšení trakčního výkonu TNS </w:t>
          </w:r>
          <w:proofErr w:type="spellStart"/>
          <w:r w:rsidR="00B27893" w:rsidRPr="00B27893">
            <w:rPr>
              <w:rStyle w:val="Nzevakce"/>
              <w:b/>
            </w:rPr>
            <w:t>Balabenka</w:t>
          </w:r>
          <w:proofErr w:type="spellEnd"/>
          <w:r w:rsidR="005D68B0" w:rsidRPr="00B27893">
            <w:rPr>
              <w:rStyle w:val="Nzevakce"/>
              <w:b/>
            </w:rPr>
            <w:t xml:space="preserve">“ </w:t>
          </w:r>
        </w:sdtContent>
      </w:sdt>
    </w:p>
    <w:p w:rsidR="005D68B0" w:rsidRDefault="005D68B0" w:rsidP="00312D11">
      <w:pPr>
        <w:pStyle w:val="Textbezodsazen"/>
      </w:pPr>
    </w:p>
    <w:p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:rsidR="00E9202E" w:rsidRDefault="00E9202E" w:rsidP="00312D11">
      <w:pPr>
        <w:pStyle w:val="Textbezodsazen"/>
      </w:pPr>
    </w:p>
    <w:p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</w:t>
      </w:r>
      <w:r w:rsidR="00B27893">
        <w:t xml:space="preserve"> k</w:t>
      </w:r>
      <w:r w:rsidR="00ED3A17">
        <w:t xml:space="preserve"> nabídce, P</w:t>
      </w:r>
      <w:r w:rsidR="00B27893">
        <w:t>ožadavky objednatele, Formuláře a</w:t>
      </w:r>
      <w:r w:rsidR="00ED3A17">
        <w:t xml:space="preserve">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 xml:space="preserve">Ujistili jsme se, že neobsahují chyby nebo jiné vady. Tímto nabízíme </w:t>
      </w:r>
      <w:r w:rsidR="005D1C66">
        <w:t>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:rsidR="00BB037B" w:rsidRDefault="00BB037B" w:rsidP="005D68B0">
      <w:pPr>
        <w:pStyle w:val="slovanseznam"/>
      </w:pPr>
      <w:r>
        <w:t xml:space="preserve">Bude-li naše Nabídka přijata, poskytneme specifikované Zajištění splnění smlouvy, </w:t>
      </w:r>
      <w:bookmarkStart w:id="0" w:name="_GoBack"/>
      <w:bookmarkEnd w:id="0"/>
      <w:r>
        <w:t xml:space="preserve">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:rsidR="00BB037B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>souladu se zákonem č. 134/2016 Sb., o zadávání veřejných zakázek a dalšími Právními předpisy.</w:t>
      </w:r>
    </w:p>
    <w:p w:rsidR="00BB037B" w:rsidRDefault="00BB037B" w:rsidP="005D68B0">
      <w:pPr>
        <w:pStyle w:val="slovanseznam"/>
      </w:pPr>
      <w:r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:rsidR="00BB037B" w:rsidRDefault="00BB037B" w:rsidP="00312D11">
      <w:pPr>
        <w:pStyle w:val="Odstavec1-1a"/>
      </w:pPr>
      <w:r>
        <w:t xml:space="preserve">Smlouva bude uveřejněna v registru smluv v rozsahu vyžadovaném ZRS; </w:t>
      </w:r>
    </w:p>
    <w:p w:rsidR="00BB037B" w:rsidRDefault="00BB037B" w:rsidP="00312D11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BB037B" w:rsidRDefault="00BB037B" w:rsidP="00312D11">
      <w:pPr>
        <w:pStyle w:val="Odstavec1-1a"/>
      </w:pPr>
      <w:r>
        <w:t>Obě Smluvní strany splní povinnost uvedenou v tomto odstavci ve lhůtě 30 (slovy: třicet) kalendářních dní od uzavření Smlouvy.</w:t>
      </w:r>
    </w:p>
    <w:p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:rsidR="00BB037B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:rsidR="00BB037B" w:rsidRDefault="00BB037B" w:rsidP="005D1C66">
      <w:pPr>
        <w:pStyle w:val="Textbezslovn"/>
      </w:pPr>
      <w:r>
        <w:t>Žádáme, aby bylo s těmito dokumenty nakládáno podle ust. § 218 zákona o zadávání veřejných zakázek.</w:t>
      </w:r>
    </w:p>
    <w:p w:rsidR="00BB037B" w:rsidRDefault="00BB037B" w:rsidP="005D1C66">
      <w:pPr>
        <w:pStyle w:val="slovanseznam"/>
      </w:pPr>
      <w:r>
        <w:t>Níže uvedené informace a sdělení v naší nabídce označujeme jako důvěrné informace</w:t>
      </w:r>
      <w:r w:rsidR="00ED3A17">
        <w:t xml:space="preserve"> v souladu se zákonem č.134/2016 Sb. jako důvěrné informace.</w:t>
      </w:r>
    </w:p>
    <w:p w:rsidR="00BB037B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:rsidR="00BB037B" w:rsidRDefault="00BB037B" w:rsidP="005D1C66">
      <w:pPr>
        <w:pStyle w:val="Textbezslovn"/>
      </w:pPr>
      <w:r>
        <w:lastRenderedPageBreak/>
        <w:t>Žádáme, aby bylo s těmito informacemi nakládáno podle ust. § 218 zákona o zadávání veřejných zakázek</w:t>
      </w:r>
      <w:r w:rsidR="00ED3A17">
        <w:t>.</w:t>
      </w:r>
    </w:p>
    <w:p w:rsidR="00457B38" w:rsidRDefault="00457B38" w:rsidP="00312D11">
      <w:pPr>
        <w:pStyle w:val="Textbezodsazen"/>
      </w:pPr>
    </w:p>
    <w:p w:rsidR="005D1C66" w:rsidRDefault="005D1C66" w:rsidP="00312D11">
      <w:pPr>
        <w:pStyle w:val="Textbezodsazen"/>
      </w:pPr>
    </w:p>
    <w:p w:rsidR="00BB037B" w:rsidRDefault="00BB037B" w:rsidP="00BB037B">
      <w:r w:rsidRPr="00BB037B">
        <w:rPr>
          <w:highlight w:val="yellow"/>
        </w:rPr>
        <w:t>VYPLNÍ ZHOTOVITEL</w:t>
      </w:r>
      <w:r>
        <w:t xml:space="preserve"> </w:t>
      </w:r>
    </w:p>
    <w:p w:rsidR="008069F8" w:rsidRDefault="00BB037B" w:rsidP="00312D11">
      <w:pPr>
        <w:pStyle w:val="Textbezodsazen"/>
      </w:pPr>
      <w:r>
        <w:t>………………………………….</w:t>
      </w:r>
    </w:p>
    <w:p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:rsidR="00ED3A17" w:rsidRDefault="00ED3A17" w:rsidP="00312D11">
      <w:pPr>
        <w:pStyle w:val="Textbezodsazen"/>
        <w:rPr>
          <w:highlight w:val="yellow"/>
        </w:rPr>
      </w:pP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 xml:space="preserve">…………………………. </w:t>
      </w:r>
    </w:p>
    <w:p w:rsidR="00BB037B" w:rsidRDefault="00BB037B" w:rsidP="00312D11">
      <w:pPr>
        <w:pStyle w:val="Textbezodsazen"/>
      </w:pPr>
      <w:r>
        <w:t>podpis</w:t>
      </w:r>
    </w:p>
    <w:p w:rsidR="00ED3A17" w:rsidRDefault="00ED3A17" w:rsidP="00312D11">
      <w:pPr>
        <w:pStyle w:val="Textbezodsazen"/>
        <w:rPr>
          <w:highlight w:val="yellow"/>
        </w:rPr>
      </w:pPr>
    </w:p>
    <w:p w:rsidR="00ED3A17" w:rsidRDefault="00ED3A17" w:rsidP="00312D11">
      <w:pPr>
        <w:pStyle w:val="Textbezodsazen"/>
        <w:rPr>
          <w:highlight w:val="yellow"/>
        </w:rPr>
      </w:pP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>…………………………</w:t>
      </w:r>
    </w:p>
    <w:p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nabídku dle zákona č.134/2016 Sb.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A3B" w:rsidRDefault="001B2A3B" w:rsidP="00962258">
      <w:pPr>
        <w:spacing w:after="0" w:line="240" w:lineRule="auto"/>
      </w:pPr>
      <w:r>
        <w:separator/>
      </w:r>
    </w:p>
  </w:endnote>
  <w:endnote w:type="continuationSeparator" w:id="0">
    <w:p w:rsidR="001B2A3B" w:rsidRDefault="001B2A3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5D68B0" w:rsidRDefault="005D68B0" w:rsidP="00D50379">
          <w:pPr>
            <w:pStyle w:val="Zpatvpravo"/>
          </w:pPr>
          <w:r>
            <w:t xml:space="preserve">Dopis nabídky </w:t>
          </w:r>
        </w:p>
        <w:p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B27893">
            <w:rPr>
              <w:rStyle w:val="Tun"/>
              <w:noProof/>
            </w:rPr>
            <w:t>„Zvýšení trakčního výkonu TNS Balabenka“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78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278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8505" w:type="dxa"/>
        </w:tcPr>
        <w:p w:rsidR="005D3C39" w:rsidRDefault="00D24932" w:rsidP="00D24932">
          <w:pPr>
            <w:pStyle w:val="Zpat0"/>
          </w:pPr>
          <w:r>
            <w:t>DOPIS NABÍDKY</w:t>
          </w:r>
        </w:p>
      </w:tc>
    </w:tr>
  </w:tbl>
  <w:p w:rsidR="005D3C39" w:rsidRPr="00B8518B" w:rsidRDefault="005D3C39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A3B" w:rsidRDefault="001B2A3B" w:rsidP="00962258">
      <w:pPr>
        <w:spacing w:after="0" w:line="240" w:lineRule="auto"/>
      </w:pPr>
      <w:r>
        <w:separator/>
      </w:r>
    </w:p>
  </w:footnote>
  <w:footnote w:type="continuationSeparator" w:id="0">
    <w:p w:rsidR="001B2A3B" w:rsidRDefault="001B2A3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Pr="00D6163D" w:rsidRDefault="005D3C39" w:rsidP="00D6163D">
          <w:pPr>
            <w:pStyle w:val="Druhdokumentu"/>
          </w:pPr>
        </w:p>
      </w:tc>
    </w:tr>
  </w:tbl>
  <w:p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1C66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40DF4B3F" wp14:editId="51567DD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4400" cy="633600"/>
                <wp:effectExtent l="0" t="0" r="5080" b="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szd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4400" cy="63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</w:tbl>
  <w:p w:rsidR="005D3C39" w:rsidRPr="00D6163D" w:rsidRDefault="005D3C39" w:rsidP="00FC6389">
    <w:pPr>
      <w:pStyle w:val="Zhlav"/>
      <w:rPr>
        <w:sz w:val="8"/>
        <w:szCs w:val="8"/>
      </w:rPr>
    </w:pPr>
  </w:p>
  <w:p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E9"/>
    <w:rsid w:val="00012172"/>
    <w:rsid w:val="00017F3C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2A3B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6AFE"/>
    <w:rsid w:val="00287059"/>
    <w:rsid w:val="00290AEE"/>
    <w:rsid w:val="002A3B57"/>
    <w:rsid w:val="002C31BF"/>
    <w:rsid w:val="002D7FD6"/>
    <w:rsid w:val="002E0CD7"/>
    <w:rsid w:val="002E0CFB"/>
    <w:rsid w:val="002E5C7B"/>
    <w:rsid w:val="002F4333"/>
    <w:rsid w:val="00312D11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56E"/>
    <w:rsid w:val="003E420D"/>
    <w:rsid w:val="003E4C13"/>
    <w:rsid w:val="004078F3"/>
    <w:rsid w:val="004158DB"/>
    <w:rsid w:val="00427794"/>
    <w:rsid w:val="00450F07"/>
    <w:rsid w:val="00453CD3"/>
    <w:rsid w:val="00457B38"/>
    <w:rsid w:val="00460660"/>
    <w:rsid w:val="00464BA9"/>
    <w:rsid w:val="00483969"/>
    <w:rsid w:val="00486107"/>
    <w:rsid w:val="00491827"/>
    <w:rsid w:val="004A371F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5E5A"/>
    <w:rsid w:val="00580245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A3867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3568"/>
    <w:rsid w:val="008C0D52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B745A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27893"/>
    <w:rsid w:val="00B33C73"/>
    <w:rsid w:val="00B543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878EE"/>
    <w:rsid w:val="00E9202E"/>
    <w:rsid w:val="00EA6EC7"/>
    <w:rsid w:val="00EB104F"/>
    <w:rsid w:val="00EB46E5"/>
    <w:rsid w:val="00EC37CA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E6AEC"/>
    <w:rsid w:val="00FF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E1E211"/>
  <w14:defaultImageDpi w14:val="32767"/>
  <w15:docId w15:val="{D0C35AC0-23B9-471E-960F-885908E2E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79"/>
    <w:rsid w:val="00146B79"/>
    <w:rsid w:val="005E3FC4"/>
    <w:rsid w:val="006D63A0"/>
    <w:rsid w:val="009C57C9"/>
    <w:rsid w:val="00A37915"/>
    <w:rsid w:val="00C7001B"/>
    <w:rsid w:val="00DA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D760F17-7922-48AB-BB67-F77579546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VTP_nové_logo-5.dotx</Template>
  <TotalTime>2</TotalTime>
  <Pages>2</Pages>
  <Words>405</Words>
  <Characters>2393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Šedová Jana, Ing.</cp:lastModifiedBy>
  <cp:revision>3</cp:revision>
  <cp:lastPrinted>2019-03-12T14:23:00Z</cp:lastPrinted>
  <dcterms:created xsi:type="dcterms:W3CDTF">2019-12-16T09:12:00Z</dcterms:created>
  <dcterms:modified xsi:type="dcterms:W3CDTF">2019-12-16T09:13:00Z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